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77777777" w:rsidR="0083093D" w:rsidRDefault="00AE6E7E" w:rsidP="00903921">
      <w:r>
        <w:rPr>
          <w:rFonts w:ascii="Arial" w:hAnsi="Arial"/>
          <w:color w:val="0070C0"/>
        </w:rPr>
        <w:t xml:space="preserve">Wastafelkraan </w:t>
      </w:r>
      <w:proofErr w:type="spellStart"/>
      <w:r>
        <w:rPr>
          <w:rFonts w:ascii="Arial" w:hAnsi="Arial"/>
          <w:color w:val="0070C0"/>
        </w:rPr>
        <w:t>Piave</w:t>
      </w:r>
      <w:proofErr w:type="spellEnd"/>
      <w:r>
        <w:rPr>
          <w:rFonts w:ascii="Arial" w:hAnsi="Arial"/>
          <w:color w:val="0070C0"/>
        </w:rPr>
        <w:t xml:space="preserve">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 xml:space="preserve">montage met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14:paraId="26A49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3C195D5" w14:textId="77777777" w:rsidR="0022369B" w:rsidRDefault="00AE6E7E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ronde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rond muurplaatje wordt gemonteerd</w:t>
      </w:r>
    </w:p>
    <w:p w14:paraId="049DD5E3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 de ronde uitloopbek bevindt zich een rechthoekig infraroodvenster, met daar achter de infraroodsensor</w:t>
      </w:r>
    </w:p>
    <w:p w14:paraId="36232036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9D7462">
        <w:rPr>
          <w:rFonts w:ascii="Arial" w:hAnsi="Arial"/>
        </w:rPr>
        <w:t>interne 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14:paraId="7C977AAD" w14:textId="77777777"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proofErr w:type="spellStart"/>
      <w:r>
        <w:rPr>
          <w:rFonts w:ascii="Arial" w:hAnsi="Arial"/>
          <w:color w:val="0070C0"/>
        </w:rPr>
        <w:t>Duofix</w:t>
      </w:r>
      <w:proofErr w:type="spellEnd"/>
      <w:r>
        <w:rPr>
          <w:rFonts w:ascii="Arial" w:hAnsi="Arial"/>
          <w:color w:val="0070C0"/>
        </w:rPr>
        <w:t xml:space="preserve">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14:paraId="5A4A2E7D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AE6642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39BFCFD" w14:textId="77777777"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ronde uitloopbek en het ronde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324535FA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43476E9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BC2A03D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448A0499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7DDF4383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792DE1F0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14:paraId="70419D02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14:paraId="20315A6D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14:paraId="2066D573" w14:textId="77777777"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8919BF">
        <w:rPr>
          <w:rFonts w:ascii="Arial" w:hAnsi="Arial"/>
        </w:rPr>
        <w:t>h</w:t>
      </w:r>
      <w:r w:rsidRPr="00FD480B">
        <w:rPr>
          <w:rFonts w:ascii="Arial" w:hAnsi="Arial"/>
        </w:rPr>
        <w:t>e</w:t>
      </w:r>
      <w:r w:rsidR="008919BF">
        <w:rPr>
          <w:rFonts w:ascii="Arial" w:hAnsi="Arial"/>
        </w:rPr>
        <w:t>t</w:t>
      </w:r>
      <w:r w:rsidRPr="00FD480B">
        <w:rPr>
          <w:rFonts w:ascii="Arial" w:hAnsi="Arial"/>
        </w:rPr>
        <w:t xml:space="preserve"> ronde muurplaatje van de uitloopbek wordt aan de onderzijde met een inbussleutel vastgeschroefd</w:t>
      </w:r>
    </w:p>
    <w:p w14:paraId="24176C0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57ED0258" w14:textId="77777777" w:rsidTr="00145383">
        <w:tc>
          <w:tcPr>
            <w:tcW w:w="9663" w:type="dxa"/>
          </w:tcPr>
          <w:p w14:paraId="31990F4E" w14:textId="77777777" w:rsidR="00145383" w:rsidRPr="00735DE7" w:rsidRDefault="00145383" w:rsidP="00145383">
            <w:r>
              <w:rPr>
                <w:rFonts w:ascii="Arial" w:hAnsi="Arial"/>
              </w:rPr>
              <w:t>Diameter rond muurplaatje</w:t>
            </w:r>
            <w:r w:rsidRPr="00292A26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</w:t>
            </w:r>
            <w:r>
              <w:t xml:space="preserve">8 </w:t>
            </w:r>
            <w:r w:rsidRPr="00292A26">
              <w:rPr>
                <w:rFonts w:ascii="Arial" w:hAnsi="Arial"/>
              </w:rPr>
              <w:t>cm</w:t>
            </w:r>
          </w:p>
        </w:tc>
      </w:tr>
      <w:tr w:rsidR="00145383" w:rsidRPr="00735DE7" w14:paraId="545F18A9" w14:textId="77777777" w:rsidTr="00145383">
        <w:tc>
          <w:tcPr>
            <w:tcW w:w="9663" w:type="dxa"/>
          </w:tcPr>
          <w:p w14:paraId="3A7FD019" w14:textId="77777777"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14:paraId="5F41F378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002627E7" w14:textId="77777777" w:rsidR="00E301FE" w:rsidRDefault="00E301FE">
      <w:r>
        <w:br w:type="page"/>
      </w:r>
    </w:p>
    <w:p w14:paraId="52D56C35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93B7F2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3F1B4533" w14:textId="77777777" w:rsidTr="00CC06A5">
        <w:tc>
          <w:tcPr>
            <w:tcW w:w="3685" w:type="dxa"/>
          </w:tcPr>
          <w:p w14:paraId="68F3FDA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356A3B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77F7B6D4" w14:textId="77777777" w:rsidTr="00CC06A5">
        <w:tc>
          <w:tcPr>
            <w:tcW w:w="3685" w:type="dxa"/>
          </w:tcPr>
          <w:p w14:paraId="143A94B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2666F1A4" w14:textId="77777777" w:rsidR="00E301FE" w:rsidRPr="002A1799" w:rsidRDefault="00E301FE" w:rsidP="00CC06A5"/>
        </w:tc>
        <w:tc>
          <w:tcPr>
            <w:tcW w:w="4961" w:type="dxa"/>
          </w:tcPr>
          <w:p w14:paraId="5650E1E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7FE49B61" w14:textId="77777777" w:rsidTr="00CC06A5">
        <w:tc>
          <w:tcPr>
            <w:tcW w:w="3685" w:type="dxa"/>
          </w:tcPr>
          <w:p w14:paraId="752DE7A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7D1C4588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222C7037" w14:textId="77777777" w:rsidTr="00CC06A5">
        <w:tc>
          <w:tcPr>
            <w:tcW w:w="3685" w:type="dxa"/>
          </w:tcPr>
          <w:p w14:paraId="0029E45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622A444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8B6E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6313B9B" w14:textId="77777777" w:rsidTr="00CC06A5">
        <w:tc>
          <w:tcPr>
            <w:tcW w:w="3685" w:type="dxa"/>
          </w:tcPr>
          <w:p w14:paraId="1DD9C53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66EF97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4952BB53" w14:textId="77777777" w:rsidTr="00CC06A5">
        <w:tc>
          <w:tcPr>
            <w:tcW w:w="3685" w:type="dxa"/>
          </w:tcPr>
          <w:p w14:paraId="49C87D3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2B7904B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7054C99" w14:textId="77777777" w:rsidTr="00CC06A5">
        <w:tc>
          <w:tcPr>
            <w:tcW w:w="3685" w:type="dxa"/>
          </w:tcPr>
          <w:p w14:paraId="05E9349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5E92A193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A4D6AC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F0B61C8" w14:textId="77777777" w:rsidTr="00CC06A5">
        <w:tc>
          <w:tcPr>
            <w:tcW w:w="3685" w:type="dxa"/>
          </w:tcPr>
          <w:p w14:paraId="3158654C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732D4AD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415AFE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03668C59" w14:textId="77777777" w:rsidTr="00CC06A5">
        <w:tc>
          <w:tcPr>
            <w:tcW w:w="3685" w:type="dxa"/>
          </w:tcPr>
          <w:p w14:paraId="62B2F61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0697D8A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A5F41A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6526A6E4" w14:textId="77777777" w:rsidTr="00CC06A5">
        <w:tc>
          <w:tcPr>
            <w:tcW w:w="3685" w:type="dxa"/>
          </w:tcPr>
          <w:p w14:paraId="1022DC4C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2469F8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067474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45658886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633355D8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D80C9D8" w14:textId="77777777"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14:paraId="40CC3D02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64D51E3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BEB03" w14:textId="77777777" w:rsidR="00785888" w:rsidRDefault="00785888">
      <w:r>
        <w:separator/>
      </w:r>
    </w:p>
  </w:endnote>
  <w:endnote w:type="continuationSeparator" w:id="0">
    <w:p w14:paraId="04B39587" w14:textId="77777777" w:rsidR="00785888" w:rsidRDefault="007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6D3" w14:textId="77777777" w:rsidR="00970F93" w:rsidRDefault="00970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018C3D4D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AA54" w14:textId="77777777" w:rsidR="00970F93" w:rsidRDefault="00970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3009" w14:textId="77777777" w:rsidR="00785888" w:rsidRDefault="00785888">
      <w:r>
        <w:separator/>
      </w:r>
    </w:p>
  </w:footnote>
  <w:footnote w:type="continuationSeparator" w:id="0">
    <w:p w14:paraId="316999BE" w14:textId="77777777" w:rsidR="00785888" w:rsidRDefault="0078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568" w14:textId="77777777" w:rsidR="00970F93" w:rsidRDefault="00970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970F93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7777777" w:rsidR="00E43D97" w:rsidRPr="00B64DD5" w:rsidRDefault="00D35287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Piave</w:t>
    </w:r>
    <w:proofErr w:type="spellEnd"/>
    <w:r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9D7462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mengventiel, </w:t>
    </w:r>
    <w:r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611A" w14:textId="77777777" w:rsidR="00970F93" w:rsidRDefault="00970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A88485-2C4C-477B-8395-5691C1679018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1a89d3b-8913-4922-a719-bed589bc061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257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2021-01-25T22:49:00Z</dcterms:created>
  <dcterms:modified xsi:type="dcterms:W3CDTF">2023-12-01T14:03:00Z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